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7C121E20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288E9A68" w:rsidR="00F1480E" w:rsidRPr="005404CB" w:rsidRDefault="006475BD" w:rsidP="00937DEC">
            <w:pPr>
              <w:pStyle w:val="SIText"/>
            </w:pPr>
            <w:r w:rsidRPr="006475BD">
              <w:t xml:space="preserve">This version released with AMP Australian Meat Processing Training Package Version </w:t>
            </w:r>
            <w:r w:rsidR="00BE255E">
              <w:t>8</w:t>
            </w:r>
            <w:r w:rsidRPr="006475BD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6F127097" w:rsidR="00F1480E" w:rsidRPr="00803F08" w:rsidRDefault="00363291" w:rsidP="002A7C70">
            <w:pPr>
              <w:pStyle w:val="SIUNITCODE"/>
              <w:rPr>
                <w:rStyle w:val="SITemporaryText-green"/>
                <w:color w:val="auto"/>
              </w:rPr>
            </w:pPr>
            <w:r w:rsidRPr="00803F08">
              <w:rPr>
                <w:rStyle w:val="SITemporaryText-green"/>
                <w:color w:val="auto"/>
              </w:rPr>
              <w:t>AMPMGT8</w:t>
            </w:r>
            <w:r w:rsidR="005C0B4E" w:rsidRPr="00803F08">
              <w:rPr>
                <w:rStyle w:val="SITemporaryText-green"/>
                <w:color w:val="auto"/>
              </w:rPr>
              <w:t>X</w:t>
            </w:r>
            <w:r w:rsidR="00FA184B" w:rsidRPr="00803F08">
              <w:rPr>
                <w:rStyle w:val="SITemporaryText-green"/>
                <w:color w:val="auto"/>
              </w:rPr>
              <w:t>12</w:t>
            </w:r>
          </w:p>
        </w:tc>
        <w:tc>
          <w:tcPr>
            <w:tcW w:w="3604" w:type="pct"/>
            <w:shd w:val="clear" w:color="auto" w:fill="auto"/>
          </w:tcPr>
          <w:p w14:paraId="0B6AAD6B" w14:textId="6C5C0D99" w:rsidR="00F1480E" w:rsidRPr="005404CB" w:rsidRDefault="00363291">
            <w:pPr>
              <w:pStyle w:val="SIUnittitle"/>
            </w:pPr>
            <w:r w:rsidRPr="00363291">
              <w:t xml:space="preserve">Manage change to organisational </w:t>
            </w:r>
            <w:r w:rsidR="00BE255E" w:rsidRPr="00803F08">
              <w:rPr>
                <w:rStyle w:val="SITemporaryText-green"/>
                <w:color w:val="auto"/>
              </w:rPr>
              <w:t>digital</w:t>
            </w:r>
            <w:r w:rsidRPr="002A7C70">
              <w:t xml:space="preserve"> </w:t>
            </w:r>
            <w:r w:rsidRPr="00363291">
              <w:t>technology systems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DE98C7" w14:textId="2282A8F6" w:rsidR="00A54BD8" w:rsidRDefault="00A54BD8" w:rsidP="00A54BD8">
            <w:pPr>
              <w:pStyle w:val="SIText"/>
            </w:pPr>
            <w:r w:rsidRPr="00A54BD8">
              <w:t xml:space="preserve">This unit describes the skills and knowledge required to improve business outcomes through implementing the introduction or upgrade of advanced </w:t>
            </w:r>
            <w:r w:rsidR="00BE255E">
              <w:t>digital</w:t>
            </w:r>
            <w:r w:rsidRPr="00A54BD8">
              <w:t xml:space="preserve"> technologies.</w:t>
            </w:r>
          </w:p>
          <w:p w14:paraId="525C75CB" w14:textId="77777777" w:rsidR="0077776F" w:rsidRPr="00A54BD8" w:rsidRDefault="0077776F" w:rsidP="00A54BD8">
            <w:pPr>
              <w:pStyle w:val="SIText"/>
            </w:pPr>
          </w:p>
          <w:p w14:paraId="2C619363" w14:textId="09989AF2" w:rsidR="00BE255E" w:rsidRPr="00BE255E" w:rsidRDefault="00A54BD8" w:rsidP="00BE255E">
            <w:pPr>
              <w:pStyle w:val="SIText"/>
            </w:pPr>
            <w:r w:rsidRPr="00A54BD8">
              <w:t xml:space="preserve">This unit applies to leaders or managers whose role is to manage the introduction of advanced </w:t>
            </w:r>
            <w:r w:rsidR="00BE255E">
              <w:t>digital</w:t>
            </w:r>
            <w:r w:rsidRPr="00A54BD8">
              <w:t xml:space="preserve"> technologies to enhance business practices.</w:t>
            </w:r>
            <w:r w:rsidR="00BE255E" w:rsidRPr="00A54BD8">
              <w:t xml:space="preserve"> Operational management in relation to introducing technologies to enhance business processes may</w:t>
            </w:r>
            <w:r w:rsidR="00BE255E" w:rsidRPr="00BE255E">
              <w:t xml:space="preserve"> require formulating responses to complex problems.</w:t>
            </w:r>
          </w:p>
          <w:p w14:paraId="5E97C782" w14:textId="36600AAB" w:rsidR="00A54BD8" w:rsidRDefault="00A54BD8" w:rsidP="00A54BD8">
            <w:pPr>
              <w:pStyle w:val="SIText"/>
            </w:pPr>
          </w:p>
          <w:p w14:paraId="7FCDAF6C" w14:textId="33F1BD7F" w:rsidR="00A54BD8" w:rsidRDefault="00A54BD8" w:rsidP="00A54BD8">
            <w:pPr>
              <w:pStyle w:val="SIText"/>
            </w:pPr>
            <w:r w:rsidRPr="00A54BD8">
              <w:t xml:space="preserve">Leaders and managers </w:t>
            </w:r>
            <w:r w:rsidR="00BE255E">
              <w:t>often</w:t>
            </w:r>
            <w:r w:rsidR="00BE255E" w:rsidRPr="00A54BD8">
              <w:t xml:space="preserve"> </w:t>
            </w:r>
            <w:r w:rsidRPr="00A54BD8">
              <w:t xml:space="preserve">manage the implementation of advanced </w:t>
            </w:r>
            <w:r w:rsidR="00BE255E">
              <w:t>digital</w:t>
            </w:r>
            <w:r w:rsidRPr="00A54BD8">
              <w:t xml:space="preserve"> technologies, such as those associated with </w:t>
            </w:r>
            <w:r w:rsidR="00BE255E">
              <w:t>digital</w:t>
            </w:r>
            <w:r w:rsidRPr="00A54BD8">
              <w:t xml:space="preserve"> business (e-business) models; financial systems, information management systems, mobile and wireless technologies; and technologies relating to managing customer and regulatory requirements.</w:t>
            </w:r>
          </w:p>
          <w:p w14:paraId="1DB2A4CF" w14:textId="77777777" w:rsidR="0077776F" w:rsidRPr="00A54BD8" w:rsidRDefault="0077776F" w:rsidP="00A54BD8">
            <w:pPr>
              <w:pStyle w:val="SIText"/>
            </w:pPr>
          </w:p>
          <w:p w14:paraId="18AF130F" w14:textId="77777777" w:rsidR="00BE255E" w:rsidRPr="00BE255E" w:rsidRDefault="00BE255E" w:rsidP="00BE255E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BE255E">
              <w:t xml:space="preserve"> regulations, legislation and standards that apply to the workplace.</w:t>
            </w:r>
          </w:p>
          <w:p w14:paraId="0F7AE372" w14:textId="77777777" w:rsidR="00BE255E" w:rsidRDefault="00BE255E" w:rsidP="00BE255E">
            <w:pPr>
              <w:pStyle w:val="SIText"/>
            </w:pPr>
          </w:p>
          <w:p w14:paraId="077C0FC6" w14:textId="31602ED3" w:rsidR="00373436" w:rsidRPr="000754EC" w:rsidRDefault="00BE255E" w:rsidP="00A54BD8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6103090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41C2E7BC" w:rsidR="00F1480E" w:rsidRPr="005404CB" w:rsidRDefault="00BE255E" w:rsidP="005404CB">
            <w:pPr>
              <w:pStyle w:val="SIText"/>
            </w:pPr>
            <w:r>
              <w:t>Management</w:t>
            </w:r>
            <w:r w:rsidRPr="00BE255E">
              <w:t xml:space="preserve"> (MGT)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3363B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6D40EC30" w:rsidR="0063363B" w:rsidRPr="0063363B" w:rsidRDefault="0063363B" w:rsidP="00400632">
            <w:pPr>
              <w:pStyle w:val="SIText"/>
            </w:pPr>
            <w:r w:rsidRPr="0063363B">
              <w:t xml:space="preserve">1. Prepare organisational change management strategy for implementation of advanced </w:t>
            </w:r>
            <w:r w:rsidR="00BE255E">
              <w:t>digital</w:t>
            </w:r>
            <w:r w:rsidRPr="0063363B">
              <w:t xml:space="preserve"> technologies</w:t>
            </w:r>
          </w:p>
        </w:tc>
        <w:tc>
          <w:tcPr>
            <w:tcW w:w="3604" w:type="pct"/>
            <w:shd w:val="clear" w:color="auto" w:fill="auto"/>
          </w:tcPr>
          <w:p w14:paraId="4CA20CCD" w14:textId="77777777" w:rsidR="0063363B" w:rsidRPr="0063363B" w:rsidRDefault="0063363B" w:rsidP="00400632">
            <w:pPr>
              <w:pStyle w:val="SIText"/>
            </w:pPr>
            <w:r w:rsidRPr="0063363B">
              <w:t>1.1 Analyse proposed changes in relation to current operational practices, infrastructure and strategic plans</w:t>
            </w:r>
          </w:p>
          <w:p w14:paraId="7FD1FA99" w14:textId="77777777" w:rsidR="0063363B" w:rsidRPr="0063363B" w:rsidRDefault="0063363B" w:rsidP="00400632">
            <w:pPr>
              <w:pStyle w:val="SIText"/>
            </w:pPr>
            <w:r w:rsidRPr="0063363B">
              <w:t>1.2 Evaluate, cost and prioritise identified changes</w:t>
            </w:r>
          </w:p>
          <w:p w14:paraId="3587AF87" w14:textId="77777777" w:rsidR="0063363B" w:rsidRPr="0063363B" w:rsidRDefault="0063363B" w:rsidP="00400632">
            <w:pPr>
              <w:pStyle w:val="SIText"/>
            </w:pPr>
            <w:r w:rsidRPr="0063363B">
              <w:t>1.3 Identify evaluate and manage risks associated with implementation</w:t>
            </w:r>
          </w:p>
          <w:p w14:paraId="31658FE8" w14:textId="77777777" w:rsidR="0063363B" w:rsidRPr="0063363B" w:rsidRDefault="0063363B" w:rsidP="00400632">
            <w:pPr>
              <w:pStyle w:val="SIText"/>
            </w:pPr>
            <w:r w:rsidRPr="0063363B">
              <w:t>1.4 Develop implementation strategies, including change management and communication strategies</w:t>
            </w:r>
          </w:p>
          <w:p w14:paraId="0ACD8386" w14:textId="204E8429" w:rsidR="0063363B" w:rsidRPr="0063363B" w:rsidRDefault="0063363B" w:rsidP="00400632">
            <w:pPr>
              <w:pStyle w:val="SIText"/>
            </w:pPr>
            <w:r w:rsidRPr="0063363B">
              <w:t>1.5 Engage, assemble and brief implementation team</w:t>
            </w:r>
          </w:p>
        </w:tc>
      </w:tr>
      <w:tr w:rsidR="0063363B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1033D222" w:rsidR="0063363B" w:rsidRPr="0063363B" w:rsidRDefault="0063363B" w:rsidP="00400632">
            <w:pPr>
              <w:pStyle w:val="SIText"/>
            </w:pPr>
            <w:r w:rsidRPr="0063363B">
              <w:t>2. Manage implementation</w:t>
            </w:r>
          </w:p>
        </w:tc>
        <w:tc>
          <w:tcPr>
            <w:tcW w:w="3604" w:type="pct"/>
            <w:shd w:val="clear" w:color="auto" w:fill="auto"/>
          </w:tcPr>
          <w:p w14:paraId="3D8AB72C" w14:textId="77777777" w:rsidR="0063363B" w:rsidRPr="0063363B" w:rsidRDefault="0063363B" w:rsidP="00400632">
            <w:pPr>
              <w:pStyle w:val="SIText"/>
            </w:pPr>
            <w:r w:rsidRPr="0063363B">
              <w:t>2.1 Communicate implementation strategies to stakeholders and clarify timelines and accountabilities</w:t>
            </w:r>
          </w:p>
          <w:p w14:paraId="0DA1DBE5" w14:textId="77777777" w:rsidR="0063363B" w:rsidRPr="0063363B" w:rsidRDefault="0063363B" w:rsidP="00400632">
            <w:pPr>
              <w:pStyle w:val="SIText"/>
            </w:pPr>
            <w:r w:rsidRPr="0063363B">
              <w:t>2.2 Monitor, record and report implementation progress against planned milestones</w:t>
            </w:r>
          </w:p>
          <w:p w14:paraId="157D898E" w14:textId="77777777" w:rsidR="0063363B" w:rsidRPr="0063363B" w:rsidRDefault="0063363B" w:rsidP="00400632">
            <w:pPr>
              <w:pStyle w:val="SIText"/>
            </w:pPr>
            <w:r w:rsidRPr="0063363B">
              <w:t>2.3 Identify and manage potential risks through consultation with stakeholders and review of testing outcomes</w:t>
            </w:r>
          </w:p>
          <w:p w14:paraId="0C12CA41" w14:textId="77777777" w:rsidR="0063363B" w:rsidRPr="0063363B" w:rsidRDefault="0063363B" w:rsidP="00400632">
            <w:pPr>
              <w:pStyle w:val="SIText"/>
            </w:pPr>
            <w:r w:rsidRPr="0063363B">
              <w:t>2.4 Review and revise implementation strategy, as necessary</w:t>
            </w:r>
          </w:p>
          <w:p w14:paraId="47E5E5E5" w14:textId="77777777" w:rsidR="0063363B" w:rsidRPr="0063363B" w:rsidRDefault="0063363B" w:rsidP="00400632">
            <w:pPr>
              <w:pStyle w:val="SIText"/>
            </w:pPr>
            <w:r w:rsidRPr="0063363B">
              <w:t>2.5 Finalise installation according to implementation strategy and organisational procedures</w:t>
            </w:r>
          </w:p>
          <w:p w14:paraId="2F41F575" w14:textId="6EB1E5EB" w:rsidR="0063363B" w:rsidRPr="0063363B" w:rsidRDefault="0063363B" w:rsidP="00400632">
            <w:pPr>
              <w:pStyle w:val="SIText"/>
            </w:pPr>
            <w:r w:rsidRPr="0063363B">
              <w:t xml:space="preserve">2.6 Identify and implement training programs </w:t>
            </w:r>
            <w:r w:rsidR="00BE255E" w:rsidRPr="0063363B">
              <w:t>required</w:t>
            </w:r>
            <w:r w:rsidRPr="0063363B">
              <w:t xml:space="preserve"> to support new technologies</w:t>
            </w:r>
          </w:p>
        </w:tc>
      </w:tr>
      <w:tr w:rsidR="0063363B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165BF5F2" w:rsidR="0063363B" w:rsidRPr="0063363B" w:rsidRDefault="0063363B" w:rsidP="00400632">
            <w:pPr>
              <w:pStyle w:val="SIText"/>
            </w:pPr>
            <w:r w:rsidRPr="0063363B">
              <w:t>3. Evaluate implementation outcomes</w:t>
            </w:r>
          </w:p>
        </w:tc>
        <w:tc>
          <w:tcPr>
            <w:tcW w:w="3604" w:type="pct"/>
            <w:shd w:val="clear" w:color="auto" w:fill="auto"/>
          </w:tcPr>
          <w:p w14:paraId="010ADED2" w14:textId="77777777" w:rsidR="0063363B" w:rsidRPr="0063363B" w:rsidRDefault="0063363B" w:rsidP="00400632">
            <w:pPr>
              <w:pStyle w:val="SIText"/>
            </w:pPr>
            <w:r w:rsidRPr="0063363B">
              <w:t>3.1 Review and evaluate implementation process</w:t>
            </w:r>
          </w:p>
          <w:p w14:paraId="1912BC43" w14:textId="77777777" w:rsidR="0063363B" w:rsidRPr="0063363B" w:rsidRDefault="0063363B" w:rsidP="00400632">
            <w:pPr>
              <w:pStyle w:val="SIText"/>
            </w:pPr>
            <w:r w:rsidRPr="0063363B">
              <w:t>3.2 Debrief implementation team</w:t>
            </w:r>
          </w:p>
          <w:p w14:paraId="7ECD22FD" w14:textId="77777777" w:rsidR="0063363B" w:rsidRPr="0063363B" w:rsidRDefault="0063363B" w:rsidP="00400632">
            <w:pPr>
              <w:pStyle w:val="SIText"/>
            </w:pPr>
            <w:r w:rsidRPr="0063363B">
              <w:t>3.3 Assess outcomes of implementation process against organisational requirements</w:t>
            </w:r>
          </w:p>
          <w:p w14:paraId="52188309" w14:textId="1EC448A6" w:rsidR="0063363B" w:rsidRPr="0063363B" w:rsidRDefault="0063363B" w:rsidP="00400632">
            <w:pPr>
              <w:pStyle w:val="SIText"/>
            </w:pPr>
            <w:r w:rsidRPr="0063363B">
              <w:t>3.4 Report project outcomes to key stakeholders</w:t>
            </w:r>
          </w:p>
        </w:tc>
      </w:tr>
      <w:tr w:rsidR="0063363B" w:rsidRPr="00963A46" w14:paraId="0A8E38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B2F6A7" w14:textId="6B23C66B" w:rsidR="0063363B" w:rsidRPr="0063363B" w:rsidRDefault="0063363B" w:rsidP="00400632">
            <w:pPr>
              <w:pStyle w:val="SIText"/>
            </w:pPr>
            <w:r w:rsidRPr="0063363B">
              <w:lastRenderedPageBreak/>
              <w:t>4. Develop and implement ongoing management processes</w:t>
            </w:r>
          </w:p>
        </w:tc>
        <w:tc>
          <w:tcPr>
            <w:tcW w:w="3604" w:type="pct"/>
            <w:shd w:val="clear" w:color="auto" w:fill="auto"/>
          </w:tcPr>
          <w:p w14:paraId="567FE6F6" w14:textId="39CE6B92" w:rsidR="0063363B" w:rsidRPr="0063363B" w:rsidRDefault="0063363B" w:rsidP="00400632">
            <w:pPr>
              <w:pStyle w:val="SIText"/>
            </w:pPr>
            <w:r w:rsidRPr="0063363B">
              <w:t xml:space="preserve">4.1 Develop business processes required for ongoing </w:t>
            </w:r>
            <w:r w:rsidR="00BE255E">
              <w:t>digital</w:t>
            </w:r>
            <w:r w:rsidRPr="0063363B">
              <w:t xml:space="preserve"> technology management</w:t>
            </w:r>
          </w:p>
          <w:p w14:paraId="63AD4DCA" w14:textId="3F019BFA" w:rsidR="0063363B" w:rsidRPr="0063363B" w:rsidRDefault="0063363B" w:rsidP="00400632">
            <w:pPr>
              <w:pStyle w:val="SIText"/>
            </w:pPr>
            <w:r w:rsidRPr="0063363B">
              <w:t xml:space="preserve">4.2 Implement business processes required for ongoing </w:t>
            </w:r>
            <w:r w:rsidR="00BE255E">
              <w:t>digital</w:t>
            </w:r>
            <w:r w:rsidRPr="0063363B">
              <w:t xml:space="preserve"> technology management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E255E" w:rsidRPr="00336FCA" w:rsidDel="00423CB2" w14:paraId="2B412DC3" w14:textId="77777777" w:rsidTr="00CA2922">
        <w:trPr>
          <w:tblHeader/>
        </w:trPr>
        <w:tc>
          <w:tcPr>
            <w:tcW w:w="1396" w:type="pct"/>
          </w:tcPr>
          <w:p w14:paraId="12544AB3" w14:textId="6646D30A" w:rsidR="00BE255E" w:rsidRPr="00BE255E" w:rsidRDefault="00BE255E" w:rsidP="00FA184B">
            <w:pPr>
              <w:pStyle w:val="SIText"/>
              <w:rPr>
                <w:rFonts w:eastAsiaTheme="majorEastAsia"/>
              </w:rPr>
            </w:pPr>
            <w:r w:rsidRPr="00BE255E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61B1D18" w14:textId="097F218F" w:rsidR="00BE255E" w:rsidRPr="00BE255E" w:rsidRDefault="00BE255E">
            <w:pPr>
              <w:pStyle w:val="SIBulletList1"/>
              <w:rPr>
                <w:rFonts w:eastAsiaTheme="majorEastAsia"/>
              </w:rPr>
            </w:pPr>
            <w:r w:rsidRPr="00BE255E">
              <w:rPr>
                <w:rFonts w:eastAsiaTheme="majorEastAsia"/>
              </w:rPr>
              <w:t xml:space="preserve">Access and interpret </w:t>
            </w:r>
            <w:r>
              <w:rPr>
                <w:rFonts w:eastAsiaTheme="majorEastAsia"/>
              </w:rPr>
              <w:t xml:space="preserve">technical information </w:t>
            </w:r>
          </w:p>
          <w:p w14:paraId="46C268F4" w14:textId="1938023B" w:rsidR="00BE255E" w:rsidRPr="00BE255E" w:rsidRDefault="00BE255E" w:rsidP="00FA184B">
            <w:pPr>
              <w:pStyle w:val="SIBulletList1"/>
              <w:rPr>
                <w:rFonts w:eastAsiaTheme="majorEastAsia"/>
              </w:rPr>
            </w:pPr>
            <w:r w:rsidRPr="00BE255E">
              <w:rPr>
                <w:rFonts w:eastAsiaTheme="majorEastAsia"/>
              </w:rPr>
              <w:t>Engage with information about international trade</w:t>
            </w:r>
          </w:p>
        </w:tc>
      </w:tr>
      <w:tr w:rsidR="00BE255E" w:rsidRPr="00336FCA" w:rsidDel="00423CB2" w14:paraId="766261C9" w14:textId="77777777" w:rsidTr="00CA2922">
        <w:trPr>
          <w:tblHeader/>
        </w:trPr>
        <w:tc>
          <w:tcPr>
            <w:tcW w:w="1396" w:type="pct"/>
          </w:tcPr>
          <w:p w14:paraId="3A6B0B2E" w14:textId="14BA431D" w:rsidR="00BE255E" w:rsidRPr="00BE255E" w:rsidRDefault="00BE255E" w:rsidP="00FA184B">
            <w:pPr>
              <w:pStyle w:val="SIText"/>
              <w:rPr>
                <w:rFonts w:eastAsiaTheme="majorEastAsia"/>
              </w:rPr>
            </w:pPr>
            <w:r w:rsidRPr="00BE255E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3798A799" w14:textId="48AD736C" w:rsidR="00BE255E" w:rsidRPr="00BE255E" w:rsidRDefault="00BE255E" w:rsidP="00FA184B">
            <w:pPr>
              <w:pStyle w:val="SIBulletList1"/>
              <w:rPr>
                <w:rFonts w:eastAsiaTheme="majorEastAsia"/>
              </w:rPr>
            </w:pPr>
            <w:r w:rsidRPr="00BE255E">
              <w:rPr>
                <w:rFonts w:eastAsiaTheme="majorEastAsia"/>
              </w:rPr>
              <w:t>Engage with concepts related to foreign exchange and financial markets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317649F1" w:rsidR="00041E59" w:rsidRPr="005404CB" w:rsidRDefault="00363291" w:rsidP="005404CB">
            <w:pPr>
              <w:pStyle w:val="SIText"/>
            </w:pPr>
            <w:r w:rsidRPr="00363291">
              <w:t>AMPMGT8</w:t>
            </w:r>
            <w:r w:rsidR="005C0B4E">
              <w:t>X</w:t>
            </w:r>
            <w:r w:rsidR="00FA184B">
              <w:t>12</w:t>
            </w:r>
            <w:r w:rsidRPr="00363291">
              <w:t xml:space="preserve"> Manage change to organisational </w:t>
            </w:r>
            <w:r w:rsidR="00BE255E">
              <w:t>digital</w:t>
            </w:r>
            <w:r w:rsidRPr="00363291">
              <w:t xml:space="preserve"> technology systems</w:t>
            </w:r>
          </w:p>
        </w:tc>
        <w:tc>
          <w:tcPr>
            <w:tcW w:w="1105" w:type="pct"/>
          </w:tcPr>
          <w:p w14:paraId="6623A6C9" w14:textId="33C404B9" w:rsidR="00041E59" w:rsidRPr="005404CB" w:rsidRDefault="00BE255E" w:rsidP="005404CB">
            <w:pPr>
              <w:pStyle w:val="SIText"/>
            </w:pPr>
            <w:r w:rsidRPr="00363291">
              <w:t xml:space="preserve">AMPMGT807 Manage change to </w:t>
            </w:r>
            <w:r w:rsidRPr="00BE255E">
              <w:t xml:space="preserve">organisational </w:t>
            </w:r>
            <w:r>
              <w:t xml:space="preserve">electronic </w:t>
            </w:r>
            <w:r w:rsidRPr="00BE255E">
              <w:t>technology systems</w:t>
            </w:r>
          </w:p>
        </w:tc>
        <w:tc>
          <w:tcPr>
            <w:tcW w:w="1251" w:type="pct"/>
          </w:tcPr>
          <w:p w14:paraId="39CC11FD" w14:textId="7081A1A0" w:rsidR="00BE255E" w:rsidRPr="00BE255E" w:rsidRDefault="00BE255E" w:rsidP="00BE255E">
            <w:pPr>
              <w:pStyle w:val="SIText"/>
            </w:pPr>
            <w:r w:rsidRPr="00B76A26">
              <w:t xml:space="preserve">Unit code </w:t>
            </w:r>
            <w:r>
              <w:t xml:space="preserve">and title </w:t>
            </w:r>
            <w:r w:rsidRPr="00B76A26">
              <w:t>updated</w:t>
            </w:r>
          </w:p>
          <w:p w14:paraId="64DAE941" w14:textId="1C994B3B" w:rsidR="00BE255E" w:rsidRPr="00BE255E" w:rsidRDefault="00BE255E" w:rsidP="00BE255E">
            <w:pPr>
              <w:pStyle w:val="SIText"/>
            </w:pPr>
            <w:r w:rsidRPr="00B76A26">
              <w:t xml:space="preserve">Performance </w:t>
            </w:r>
            <w:r w:rsidR="00803F08">
              <w:t>C</w:t>
            </w:r>
            <w:r w:rsidRPr="00B76A26">
              <w:t>riteria clarified</w:t>
            </w:r>
          </w:p>
          <w:p w14:paraId="3D33545B" w14:textId="39ACE7A7" w:rsidR="00BE255E" w:rsidRPr="00BE255E" w:rsidRDefault="00BE255E" w:rsidP="00BE255E">
            <w:pPr>
              <w:pStyle w:val="SIText"/>
            </w:pPr>
            <w:r w:rsidRPr="00B76A26">
              <w:t xml:space="preserve">Foundation </w:t>
            </w:r>
            <w:r w:rsidR="00803F08">
              <w:t>S</w:t>
            </w:r>
            <w:r w:rsidRPr="00B76A26">
              <w:t>kills added</w:t>
            </w:r>
          </w:p>
          <w:p w14:paraId="38EF1B27" w14:textId="60E1DB37" w:rsidR="00041E59" w:rsidRPr="005404CB" w:rsidRDefault="00BE255E" w:rsidP="00BE255E">
            <w:pPr>
              <w:pStyle w:val="SIText"/>
            </w:pPr>
            <w:r w:rsidRPr="00B76A26">
              <w:t xml:space="preserve">Performance Evidence, Knowledge </w:t>
            </w:r>
            <w:r w:rsidR="00803F08">
              <w:t>E</w:t>
            </w:r>
            <w:r w:rsidRPr="00B76A26">
              <w:t>vidence and Assessment Conditions revised</w:t>
            </w:r>
          </w:p>
        </w:tc>
        <w:tc>
          <w:tcPr>
            <w:tcW w:w="1616" w:type="pct"/>
          </w:tcPr>
          <w:p w14:paraId="44BBFF38" w14:textId="0424BF24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3FDB0D46" w:rsidR="00F1480E" w:rsidRPr="005404CB" w:rsidRDefault="00803F08" w:rsidP="005404CB">
            <w:pPr>
              <w:pStyle w:val="SIText"/>
            </w:pPr>
            <w:hyperlink r:id="rId11" w:history="1">
              <w:r w:rsidR="00D63644" w:rsidRPr="00D63644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21FF6A6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73C16" w:rsidRPr="00E73C16">
              <w:t>AMPMGT8</w:t>
            </w:r>
            <w:r w:rsidR="005C0B4E">
              <w:t>X</w:t>
            </w:r>
            <w:r w:rsidR="00FA184B">
              <w:t>12</w:t>
            </w:r>
            <w:r w:rsidR="00E73C16" w:rsidRPr="00E73C16">
              <w:t xml:space="preserve"> Manage change to organisational </w:t>
            </w:r>
            <w:r w:rsidR="00BE255E">
              <w:t>digital</w:t>
            </w:r>
            <w:r w:rsidR="00E73C16" w:rsidRPr="00E73C16">
              <w:t xml:space="preserve"> technology systems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6B12A51C" w14:textId="4A7B3BCA" w:rsidR="00D96D70" w:rsidRDefault="00D96D70" w:rsidP="00D96D70">
            <w:pPr>
              <w:pStyle w:val="SIText"/>
            </w:pPr>
            <w:r w:rsidRPr="00263666">
              <w:t>An individual demonstrating competency must satisfy all of the elements and performance criteria in this unit.</w:t>
            </w:r>
          </w:p>
          <w:p w14:paraId="74B19377" w14:textId="77777777" w:rsidR="00FA184B" w:rsidRPr="00D96D70" w:rsidRDefault="00FA184B" w:rsidP="00D96D70">
            <w:pPr>
              <w:pStyle w:val="SIText"/>
            </w:pPr>
          </w:p>
          <w:p w14:paraId="4C76AB56" w14:textId="4B190162" w:rsidR="00F47D1B" w:rsidRPr="00F47D1B" w:rsidRDefault="00D96D70" w:rsidP="006D5122">
            <w:pPr>
              <w:pStyle w:val="SIText"/>
            </w:pPr>
            <w:r w:rsidRPr="00EF2C4B">
              <w:t>There must be evidence that the individual has</w:t>
            </w:r>
            <w:r>
              <w:t xml:space="preserve"> managed significant change </w:t>
            </w:r>
            <w:r w:rsidR="00F47D1B" w:rsidRPr="00F47D1B">
              <w:t xml:space="preserve">to organisational </w:t>
            </w:r>
            <w:r w:rsidR="00BE255E">
              <w:t>digital</w:t>
            </w:r>
            <w:r w:rsidR="00F47D1B" w:rsidRPr="00F47D1B">
              <w:t xml:space="preserve"> technology systems</w:t>
            </w:r>
            <w:r w:rsidRPr="006D5122">
              <w:t xml:space="preserve">, </w:t>
            </w:r>
            <w:r w:rsidRPr="00636A0A">
              <w:rPr>
                <w:rStyle w:val="SITemporaryText-green"/>
                <w:color w:val="auto"/>
                <w:sz w:val="20"/>
              </w:rPr>
              <w:t>over a period of at least three months</w:t>
            </w:r>
            <w:r w:rsidRPr="00636A0A">
              <w:t>,</w:t>
            </w:r>
            <w:r w:rsidRPr="00D96D70">
              <w:t xml:space="preserve"> </w:t>
            </w:r>
            <w:r>
              <w:t>including:</w:t>
            </w:r>
          </w:p>
          <w:p w14:paraId="000841A0" w14:textId="3914E938" w:rsidR="00F47D1B" w:rsidRPr="00F47D1B" w:rsidRDefault="00F47D1B" w:rsidP="0059012F">
            <w:pPr>
              <w:pStyle w:val="SIBulletList1"/>
            </w:pPr>
            <w:r w:rsidRPr="00F47D1B">
              <w:t>appl</w:t>
            </w:r>
            <w:r w:rsidR="00D96D70">
              <w:t>ied</w:t>
            </w:r>
            <w:r w:rsidRPr="00F47D1B">
              <w:t xml:space="preserve"> change management theory</w:t>
            </w:r>
          </w:p>
          <w:p w14:paraId="57CA3B04" w14:textId="34529A58" w:rsidR="00F47D1B" w:rsidRPr="00F47D1B" w:rsidRDefault="00F47D1B" w:rsidP="0059012F">
            <w:pPr>
              <w:pStyle w:val="SIBulletList1"/>
            </w:pPr>
            <w:r w:rsidRPr="00F47D1B">
              <w:t>use</w:t>
            </w:r>
            <w:r w:rsidR="00D96D70">
              <w:t>d</w:t>
            </w:r>
            <w:r w:rsidRPr="00F47D1B">
              <w:t xml:space="preserve"> effective communication and teamwork skills to consult with stakeholders and system users</w:t>
            </w:r>
          </w:p>
          <w:p w14:paraId="0446E286" w14:textId="7243DCE3" w:rsidR="00F47D1B" w:rsidRPr="00F47D1B" w:rsidRDefault="00D96D70" w:rsidP="0059012F">
            <w:pPr>
              <w:pStyle w:val="SIBulletList1"/>
            </w:pPr>
            <w:r w:rsidRPr="00F47D1B">
              <w:t>appl</w:t>
            </w:r>
            <w:r>
              <w:t>ied</w:t>
            </w:r>
            <w:r w:rsidRPr="00F47D1B">
              <w:t xml:space="preserve"> </w:t>
            </w:r>
            <w:r w:rsidR="00F47D1B" w:rsidRPr="00F47D1B">
              <w:t>planning and reporting skills</w:t>
            </w:r>
          </w:p>
          <w:p w14:paraId="2E6CD62B" w14:textId="53A3ABD7" w:rsidR="00F47D1B" w:rsidRPr="00F47D1B" w:rsidRDefault="00F47D1B" w:rsidP="0059012F">
            <w:pPr>
              <w:pStyle w:val="SIBulletList1"/>
            </w:pPr>
            <w:r w:rsidRPr="00F47D1B">
              <w:t>use</w:t>
            </w:r>
            <w:r w:rsidR="00D96D70">
              <w:t>d</w:t>
            </w:r>
            <w:r w:rsidRPr="00F47D1B">
              <w:t xml:space="preserve"> problem-solving, initiative and </w:t>
            </w:r>
            <w:r w:rsidR="00803F08">
              <w:t>workplace</w:t>
            </w:r>
            <w:r w:rsidR="00803F08" w:rsidRPr="00F47D1B">
              <w:t xml:space="preserve"> </w:t>
            </w:r>
            <w:r w:rsidRPr="00F47D1B">
              <w:t>skills to</w:t>
            </w:r>
            <w:r w:rsidR="006D5122">
              <w:t xml:space="preserve"> have</w:t>
            </w:r>
            <w:r w:rsidRPr="00F47D1B">
              <w:t>:</w:t>
            </w:r>
          </w:p>
          <w:p w14:paraId="2060FEE6" w14:textId="68E22F42" w:rsidR="00F47D1B" w:rsidRPr="00F47D1B" w:rsidRDefault="00F47D1B" w:rsidP="0059012F">
            <w:pPr>
              <w:pStyle w:val="SIBulletList2"/>
            </w:pPr>
            <w:r w:rsidRPr="00F47D1B">
              <w:t>assess</w:t>
            </w:r>
            <w:r w:rsidR="006D5122">
              <w:t>ed</w:t>
            </w:r>
            <w:r w:rsidRPr="00F47D1B">
              <w:t xml:space="preserve"> vulnerabilities in </w:t>
            </w:r>
            <w:r w:rsidR="00BE255E">
              <w:t>digital</w:t>
            </w:r>
            <w:r w:rsidRPr="00F47D1B">
              <w:t xml:space="preserve"> technology proposals</w:t>
            </w:r>
          </w:p>
          <w:p w14:paraId="441F77C6" w14:textId="483BDB01" w:rsidR="00F47D1B" w:rsidRPr="00F47D1B" w:rsidRDefault="00F47D1B" w:rsidP="0059012F">
            <w:pPr>
              <w:pStyle w:val="SIBulletList2"/>
            </w:pPr>
            <w:r w:rsidRPr="00F47D1B">
              <w:t>manage</w:t>
            </w:r>
            <w:r w:rsidR="006D5122">
              <w:t>d</w:t>
            </w:r>
            <w:r w:rsidRPr="00F47D1B">
              <w:t xml:space="preserve"> risks</w:t>
            </w:r>
          </w:p>
          <w:p w14:paraId="0642C5F1" w14:textId="2C4D0F1A" w:rsidR="00F47D1B" w:rsidRPr="00F47D1B" w:rsidRDefault="00F47D1B" w:rsidP="0059012F">
            <w:pPr>
              <w:pStyle w:val="SIBulletList2"/>
            </w:pPr>
            <w:r w:rsidRPr="00F47D1B">
              <w:t>monitor</w:t>
            </w:r>
            <w:r w:rsidR="006D5122">
              <w:t>ed</w:t>
            </w:r>
            <w:r w:rsidRPr="00F47D1B">
              <w:t xml:space="preserve"> stakeholder satisfaction</w:t>
            </w:r>
          </w:p>
          <w:p w14:paraId="4AB06E50" w14:textId="4A404A83" w:rsidR="00F47D1B" w:rsidRPr="00F47D1B" w:rsidRDefault="00F47D1B" w:rsidP="0059012F">
            <w:pPr>
              <w:pStyle w:val="SIBulletList2"/>
            </w:pPr>
            <w:r w:rsidRPr="00F47D1B">
              <w:t>develop</w:t>
            </w:r>
            <w:r w:rsidR="006D5122">
              <w:t>ed</w:t>
            </w:r>
            <w:r w:rsidRPr="00F47D1B">
              <w:t xml:space="preserve"> strategies to respond to system, personnel and technology problems</w:t>
            </w:r>
          </w:p>
          <w:p w14:paraId="6D84E301" w14:textId="2D640C19" w:rsidR="00F47D1B" w:rsidRPr="00F47D1B" w:rsidRDefault="00F47D1B" w:rsidP="0059012F">
            <w:pPr>
              <w:pStyle w:val="SIBulletList1"/>
            </w:pPr>
            <w:r w:rsidRPr="00F47D1B">
              <w:t>provide</w:t>
            </w:r>
            <w:r w:rsidR="00D96D70">
              <w:t>d</w:t>
            </w:r>
            <w:r w:rsidRPr="00F47D1B">
              <w:t xml:space="preserve"> leadership in workplace health and safety practice and observance of ethical, legislative and good corporate governance requirements</w:t>
            </w:r>
          </w:p>
          <w:p w14:paraId="1E058571" w14:textId="22CF0376" w:rsidR="00F47D1B" w:rsidRPr="00F47D1B" w:rsidRDefault="00D96D70" w:rsidP="0059012F">
            <w:pPr>
              <w:pStyle w:val="SIBulletList1"/>
            </w:pPr>
            <w:r w:rsidRPr="00F47D1B">
              <w:t>appl</w:t>
            </w:r>
            <w:r>
              <w:t>ied</w:t>
            </w:r>
            <w:r w:rsidRPr="00F47D1B">
              <w:t xml:space="preserve"> </w:t>
            </w:r>
            <w:r w:rsidR="00F47D1B" w:rsidRPr="00F47D1B">
              <w:t>technology skills to</w:t>
            </w:r>
            <w:r w:rsidR="006D5122">
              <w:t xml:space="preserve"> have</w:t>
            </w:r>
            <w:r w:rsidR="00F47D1B" w:rsidRPr="00F47D1B">
              <w:t>:</w:t>
            </w:r>
          </w:p>
          <w:p w14:paraId="54DCFF11" w14:textId="7AC47C43" w:rsidR="00F47D1B" w:rsidRPr="00F47D1B" w:rsidRDefault="00F47D1B" w:rsidP="0059012F">
            <w:pPr>
              <w:pStyle w:val="SIBulletList2"/>
            </w:pPr>
            <w:r w:rsidRPr="00F47D1B">
              <w:t>use</w:t>
            </w:r>
            <w:r w:rsidR="006D5122">
              <w:t>d</w:t>
            </w:r>
            <w:r w:rsidRPr="00F47D1B">
              <w:t xml:space="preserve"> appropriate technology to achieve system and business outcomes</w:t>
            </w:r>
          </w:p>
          <w:p w14:paraId="3D31FFCD" w14:textId="5EE01198" w:rsidR="00F47D1B" w:rsidRPr="00F47D1B" w:rsidRDefault="00F47D1B" w:rsidP="0059012F">
            <w:pPr>
              <w:pStyle w:val="SIBulletList2"/>
            </w:pPr>
            <w:r w:rsidRPr="00F47D1B">
              <w:t>use</w:t>
            </w:r>
            <w:r w:rsidR="006D5122">
              <w:t>d</w:t>
            </w:r>
            <w:r w:rsidRPr="00F47D1B">
              <w:t xml:space="preserve"> appropriate terminology</w:t>
            </w:r>
          </w:p>
          <w:p w14:paraId="422F2008" w14:textId="550FECC7" w:rsidR="00F47D1B" w:rsidRPr="00F47D1B" w:rsidRDefault="00F47D1B" w:rsidP="0059012F">
            <w:pPr>
              <w:pStyle w:val="SIBulletList2"/>
            </w:pPr>
            <w:r w:rsidRPr="00F47D1B">
              <w:t>use</w:t>
            </w:r>
            <w:r w:rsidR="006D5122">
              <w:t>d</w:t>
            </w:r>
            <w:r w:rsidRPr="00F47D1B">
              <w:t xml:space="preserve"> high levels of accounting (mathematical), technological and e-commerce systems</w:t>
            </w:r>
          </w:p>
          <w:p w14:paraId="24ECB477" w14:textId="6F5500D2" w:rsidR="00F47D1B" w:rsidRPr="00F47D1B" w:rsidRDefault="00F47D1B" w:rsidP="0059012F">
            <w:pPr>
              <w:pStyle w:val="SIBulletList2"/>
            </w:pPr>
            <w:r w:rsidRPr="00F47D1B">
              <w:t>assess</w:t>
            </w:r>
            <w:r w:rsidR="006D5122">
              <w:t>ed</w:t>
            </w:r>
            <w:r w:rsidRPr="00F47D1B">
              <w:t xml:space="preserve"> advice relating to suitability and reliability of hardware and software</w:t>
            </w:r>
          </w:p>
          <w:p w14:paraId="27D3FFBD" w14:textId="454A1696" w:rsidR="00F47D1B" w:rsidRPr="00F47D1B" w:rsidRDefault="00F47D1B" w:rsidP="0059012F">
            <w:pPr>
              <w:pStyle w:val="SIBulletList2"/>
            </w:pPr>
            <w:r w:rsidRPr="00F47D1B">
              <w:t>analys</w:t>
            </w:r>
            <w:r w:rsidR="006D5122">
              <w:t>ed</w:t>
            </w:r>
            <w:r w:rsidRPr="00F47D1B">
              <w:t xml:space="preserve"> and assess</w:t>
            </w:r>
            <w:r w:rsidR="00636A0A">
              <w:t>ed</w:t>
            </w:r>
            <w:r w:rsidRPr="00F47D1B">
              <w:t xml:space="preserve"> potential of new technology solutions to improve organisational outcomes</w:t>
            </w:r>
          </w:p>
          <w:p w14:paraId="0B06CC95" w14:textId="79B5D239" w:rsidR="00F47D1B" w:rsidRPr="00F47D1B" w:rsidRDefault="00F47D1B" w:rsidP="0059012F">
            <w:pPr>
              <w:pStyle w:val="SIBulletList1"/>
            </w:pPr>
            <w:r w:rsidRPr="00F47D1B">
              <w:t>research</w:t>
            </w:r>
            <w:r w:rsidR="00D96D70">
              <w:t>ed</w:t>
            </w:r>
            <w:r w:rsidRPr="00F47D1B">
              <w:t xml:space="preserve"> and evaluate</w:t>
            </w:r>
            <w:r w:rsidR="00D96D70">
              <w:t>d</w:t>
            </w:r>
            <w:r w:rsidRPr="00F47D1B">
              <w:t xml:space="preserve"> potential impact of a proposed </w:t>
            </w:r>
            <w:r w:rsidR="00A25978">
              <w:t xml:space="preserve">or revised </w:t>
            </w:r>
            <w:r w:rsidR="00BE255E">
              <w:t>digital</w:t>
            </w:r>
            <w:r w:rsidRPr="00F47D1B">
              <w:t xml:space="preserve"> technology system</w:t>
            </w:r>
          </w:p>
          <w:p w14:paraId="1EE31838" w14:textId="4F4ED9DB" w:rsidR="00F47D1B" w:rsidRPr="00F47D1B" w:rsidRDefault="00F47D1B" w:rsidP="0059012F">
            <w:pPr>
              <w:pStyle w:val="SIBulletList1"/>
            </w:pPr>
            <w:r w:rsidRPr="00F47D1B">
              <w:t>analyse</w:t>
            </w:r>
            <w:r w:rsidR="00D96D70">
              <w:t>d</w:t>
            </w:r>
            <w:r w:rsidRPr="00F47D1B">
              <w:t>, develop</w:t>
            </w:r>
            <w:r w:rsidR="00D96D70">
              <w:t>ed</w:t>
            </w:r>
            <w:r w:rsidRPr="00F47D1B">
              <w:t xml:space="preserve"> and implement</w:t>
            </w:r>
            <w:r w:rsidR="00D96D70">
              <w:t>ed</w:t>
            </w:r>
            <w:r w:rsidRPr="00F47D1B">
              <w:t xml:space="preserve"> plans for introducing an </w:t>
            </w:r>
            <w:r w:rsidR="00BE255E">
              <w:t>digital</w:t>
            </w:r>
            <w:r w:rsidRPr="00F47D1B">
              <w:t xml:space="preserve"> technology system with minimal interruption to business processes</w:t>
            </w:r>
          </w:p>
          <w:p w14:paraId="49081BB4" w14:textId="1F0877DC" w:rsidR="00556C4C" w:rsidRPr="005404CB" w:rsidRDefault="00F47D1B" w:rsidP="0059012F">
            <w:pPr>
              <w:pStyle w:val="SIBulletList1"/>
            </w:pPr>
            <w:r w:rsidRPr="00F47D1B">
              <w:t>identif</w:t>
            </w:r>
            <w:r w:rsidR="00D96D70">
              <w:t>ied</w:t>
            </w:r>
            <w:r w:rsidRPr="00F47D1B">
              <w:t>, analyse</w:t>
            </w:r>
            <w:r w:rsidR="00D96D70">
              <w:t>d</w:t>
            </w:r>
            <w:r w:rsidRPr="00F47D1B">
              <w:t xml:space="preserve"> and address</w:t>
            </w:r>
            <w:r w:rsidR="00D96D70">
              <w:t>ed</w:t>
            </w:r>
            <w:r w:rsidRPr="00F47D1B">
              <w:t xml:space="preserve"> problems in a timely and effective manner</w:t>
            </w:r>
            <w:r w:rsidR="00D96D70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ECA8552" w14:textId="77777777" w:rsidR="00A25978" w:rsidRPr="00A25978" w:rsidRDefault="00A25978" w:rsidP="00A25978">
            <w:pPr>
              <w:pStyle w:val="SIText"/>
            </w:pPr>
            <w:r w:rsidRPr="00E962A5">
              <w:t>An individual must be able to demonstrate the knowledge required to perform the tasks outlined in the elements and performance criteria of this unit. This includes knowledge of:</w:t>
            </w:r>
          </w:p>
          <w:p w14:paraId="6C138B5C" w14:textId="444FF01A" w:rsidR="00561A34" w:rsidRDefault="00D96D70" w:rsidP="00561A34">
            <w:pPr>
              <w:pStyle w:val="SIBulletList1"/>
            </w:pPr>
            <w:r>
              <w:t>digital technology systems within the business and their usage</w:t>
            </w:r>
          </w:p>
          <w:p w14:paraId="7357002F" w14:textId="72909DC8" w:rsidR="00D96D70" w:rsidRPr="00561A34" w:rsidRDefault="00D96D70" w:rsidP="00561A34">
            <w:pPr>
              <w:pStyle w:val="SIBulletList1"/>
            </w:pPr>
            <w:r>
              <w:t>digital skills of workers and the effects of changes to systems</w:t>
            </w:r>
          </w:p>
          <w:p w14:paraId="44D6263B" w14:textId="060B2BF3" w:rsidR="00561A34" w:rsidRPr="00561A34" w:rsidRDefault="00A25978" w:rsidP="00561A34">
            <w:pPr>
              <w:pStyle w:val="SIBulletList1"/>
            </w:pPr>
            <w:r>
              <w:t xml:space="preserve">organisational </w:t>
            </w:r>
            <w:r w:rsidR="00561A34" w:rsidRPr="00561A34">
              <w:t>change management theory</w:t>
            </w:r>
          </w:p>
          <w:p w14:paraId="66858F28" w14:textId="40DB69D5" w:rsidR="00561A34" w:rsidRPr="00561A34" w:rsidRDefault="00561A34" w:rsidP="00561A34">
            <w:pPr>
              <w:pStyle w:val="SIBulletList1"/>
            </w:pPr>
            <w:r w:rsidRPr="00561A34">
              <w:t>capabilities and limitations of infrastructure</w:t>
            </w:r>
            <w:r w:rsidR="00A25978">
              <w:t xml:space="preserve"> of the business</w:t>
            </w:r>
          </w:p>
          <w:p w14:paraId="2CD1D6B0" w14:textId="49BAE099" w:rsidR="00561A34" w:rsidRPr="00561A34" w:rsidRDefault="00D96D70" w:rsidP="00561A34">
            <w:pPr>
              <w:pStyle w:val="SIBulletList1"/>
            </w:pPr>
            <w:r>
              <w:t xml:space="preserve">digital </w:t>
            </w:r>
            <w:r w:rsidR="00A25978">
              <w:t xml:space="preserve">technology system needs of the </w:t>
            </w:r>
            <w:r w:rsidR="00561A34" w:rsidRPr="00561A34">
              <w:t xml:space="preserve">business </w:t>
            </w:r>
          </w:p>
          <w:p w14:paraId="0925D9A9" w14:textId="74861E88" w:rsidR="00561A34" w:rsidRPr="00561A34" w:rsidRDefault="00A25978" w:rsidP="00561A34">
            <w:pPr>
              <w:pStyle w:val="SIBulletList1"/>
            </w:pPr>
            <w:r>
              <w:t xml:space="preserve">digital </w:t>
            </w:r>
            <w:r w:rsidR="00561A34" w:rsidRPr="00561A34">
              <w:t>facilities and infrastructure management</w:t>
            </w:r>
          </w:p>
          <w:p w14:paraId="0C1BD2F5" w14:textId="21472E8B" w:rsidR="00561A34" w:rsidRPr="00561A34" w:rsidRDefault="00561A34" w:rsidP="00561A34">
            <w:pPr>
              <w:pStyle w:val="SIBulletList1"/>
            </w:pPr>
            <w:r w:rsidRPr="00561A34">
              <w:t xml:space="preserve">methods for assessing and analysing </w:t>
            </w:r>
            <w:r w:rsidR="00BE255E">
              <w:t>digital</w:t>
            </w:r>
            <w:r w:rsidRPr="00561A34">
              <w:t xml:space="preserve"> technology proposals</w:t>
            </w:r>
          </w:p>
          <w:p w14:paraId="2278BB13" w14:textId="7F75E769" w:rsidR="00561A34" w:rsidRPr="00561A34" w:rsidRDefault="00561A34" w:rsidP="00561A34">
            <w:pPr>
              <w:pStyle w:val="SIBulletList1"/>
            </w:pPr>
            <w:r w:rsidRPr="00561A34">
              <w:t>planning techniques</w:t>
            </w:r>
            <w:r w:rsidR="00A25978">
              <w:t xml:space="preserve"> for implementation of new systems</w:t>
            </w:r>
          </w:p>
          <w:p w14:paraId="0CAD98FA" w14:textId="7697C232" w:rsidR="00561A34" w:rsidRPr="00561A34" w:rsidRDefault="00561A34" w:rsidP="00561A34">
            <w:pPr>
              <w:pStyle w:val="SIBulletList1"/>
            </w:pPr>
            <w:r w:rsidRPr="00561A34">
              <w:t>quality measures and principles</w:t>
            </w:r>
            <w:r w:rsidR="00A25978">
              <w:t xml:space="preserve"> of organisational change</w:t>
            </w:r>
          </w:p>
          <w:p w14:paraId="7AD276D3" w14:textId="77777777" w:rsidR="00561A34" w:rsidRPr="00561A34" w:rsidRDefault="00561A34" w:rsidP="00561A34">
            <w:pPr>
              <w:pStyle w:val="SIBulletList1"/>
            </w:pPr>
            <w:r w:rsidRPr="00561A34">
              <w:t>relevant legislation, codes and regulations that affect business operations, especially in regard to workplace health and safety and environmental issues, Equal Employment Opportunity (EEO), industrial relations and anti-discrimination</w:t>
            </w:r>
          </w:p>
          <w:p w14:paraId="66608BB7" w14:textId="42D13F9F" w:rsidR="00F1480E" w:rsidRPr="005404CB" w:rsidRDefault="00561A34">
            <w:pPr>
              <w:pStyle w:val="SIBulletList1"/>
            </w:pPr>
            <w:r w:rsidRPr="00561A34">
              <w:t xml:space="preserve">written policies and internal procedures on </w:t>
            </w:r>
            <w:r w:rsidR="00BE255E">
              <w:t>digital</w:t>
            </w:r>
            <w:r w:rsidRPr="00561A34">
              <w:t xml:space="preserve"> technology management and associated contractual documents</w:t>
            </w:r>
            <w:r w:rsidR="00A25978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CB8E894" w14:textId="77777777" w:rsidR="00D96D70" w:rsidRPr="00D96D70" w:rsidRDefault="00D96D70" w:rsidP="00D96D70">
            <w:pPr>
              <w:pStyle w:val="SIText"/>
            </w:pPr>
            <w:r w:rsidRPr="00680D3D">
              <w:t>Assessment of the skills in this unit of competency must take place under the following conditions:</w:t>
            </w:r>
          </w:p>
          <w:p w14:paraId="0CBF6FFA" w14:textId="77777777" w:rsidR="00D96D70" w:rsidRPr="00D96D70" w:rsidRDefault="00D96D70" w:rsidP="00D96D70">
            <w:pPr>
              <w:pStyle w:val="SIBulletList1"/>
            </w:pPr>
            <w:r w:rsidRPr="00680D3D">
              <w:t>physical conditions:</w:t>
            </w:r>
          </w:p>
          <w:p w14:paraId="27378730" w14:textId="24E6C08D" w:rsidR="00D96D70" w:rsidRPr="00D96D70" w:rsidRDefault="00D96D70" w:rsidP="00D96D70">
            <w:pPr>
              <w:pStyle w:val="SIBulletList2"/>
            </w:pPr>
            <w:r w:rsidRPr="00680D3D">
              <w:t xml:space="preserve">skills must be </w:t>
            </w:r>
            <w:r w:rsidRPr="00D96D70">
              <w:t xml:space="preserve">demonstrated in an agribusiness context </w:t>
            </w:r>
          </w:p>
          <w:p w14:paraId="184A0D37" w14:textId="77777777" w:rsidR="00D96D70" w:rsidRPr="00D96D70" w:rsidRDefault="00D96D70" w:rsidP="00D96D70">
            <w:pPr>
              <w:pStyle w:val="SIBulletList1"/>
            </w:pPr>
            <w:r w:rsidRPr="00680D3D">
              <w:t>resources, equipment and materials:</w:t>
            </w:r>
          </w:p>
          <w:p w14:paraId="6BE9A31C" w14:textId="3B5D7BA7" w:rsidR="00D96D70" w:rsidRPr="00D96D70" w:rsidRDefault="00D96D70" w:rsidP="00D96D70">
            <w:pPr>
              <w:pStyle w:val="SIBulletList2"/>
            </w:pPr>
            <w:r w:rsidRPr="00680D3D">
              <w:t xml:space="preserve">access to </w:t>
            </w:r>
            <w:r w:rsidR="004C3BFD">
              <w:t xml:space="preserve">work-based </w:t>
            </w:r>
            <w:r>
              <w:t>digital systems</w:t>
            </w:r>
          </w:p>
          <w:p w14:paraId="7D2368D9" w14:textId="77777777" w:rsidR="00D96D70" w:rsidRPr="00D96D70" w:rsidRDefault="00D96D70" w:rsidP="00D96D70">
            <w:pPr>
              <w:pStyle w:val="SIBulletList1"/>
            </w:pPr>
            <w:r w:rsidRPr="00680D3D">
              <w:t>specifications:</w:t>
            </w:r>
          </w:p>
          <w:p w14:paraId="527A3A74" w14:textId="7096198C" w:rsidR="00D96D70" w:rsidRDefault="00D96D70" w:rsidP="00D96D70">
            <w:pPr>
              <w:pStyle w:val="SIBulletList2"/>
            </w:pPr>
            <w:r w:rsidRPr="00680D3D">
              <w:t>workplace documents such as policies</w:t>
            </w:r>
            <w:r w:rsidRPr="00D96D70">
              <w:t xml:space="preserve"> and procedures that guide </w:t>
            </w:r>
            <w:r>
              <w:t>digital systems</w:t>
            </w:r>
          </w:p>
          <w:p w14:paraId="495F0A38" w14:textId="4F1C1D7A" w:rsidR="004C3BFD" w:rsidRPr="00D96D70" w:rsidRDefault="004C3BFD" w:rsidP="00D96D70">
            <w:pPr>
              <w:pStyle w:val="SIBulletList2"/>
            </w:pPr>
            <w:r>
              <w:t>workplace human resources policies and procedures</w:t>
            </w:r>
          </w:p>
          <w:p w14:paraId="095714C5" w14:textId="77777777" w:rsidR="00D96D70" w:rsidRDefault="00D96D70" w:rsidP="00FA184B">
            <w:pPr>
              <w:pStyle w:val="SIBulletList1"/>
            </w:pPr>
            <w:r>
              <w:lastRenderedPageBreak/>
              <w:t>relationships:</w:t>
            </w:r>
          </w:p>
          <w:p w14:paraId="36214417" w14:textId="64C11DAB" w:rsidR="00D96D70" w:rsidRPr="00D96D70" w:rsidRDefault="00D96D70" w:rsidP="00D96D70">
            <w:pPr>
              <w:pStyle w:val="SIBulletList2"/>
            </w:pPr>
            <w:r>
              <w:t xml:space="preserve">interactions with team and </w:t>
            </w:r>
            <w:r w:rsidR="004C3BFD">
              <w:t xml:space="preserve">digital </w:t>
            </w:r>
            <w:r>
              <w:t>system users</w:t>
            </w:r>
            <w:r w:rsidRPr="00D96D70">
              <w:t>.</w:t>
            </w:r>
          </w:p>
          <w:p w14:paraId="353DF8ED" w14:textId="77777777" w:rsidR="00D96D70" w:rsidRDefault="00D96D70" w:rsidP="00D96D70">
            <w:pPr>
              <w:pStyle w:val="SIText"/>
            </w:pPr>
          </w:p>
          <w:p w14:paraId="176CB4A5" w14:textId="77777777" w:rsidR="002A7C70" w:rsidRDefault="002A7C70" w:rsidP="002A7C70">
            <w:pPr>
              <w:pStyle w:val="SIText"/>
            </w:pPr>
            <w:r>
              <w:t>Assessment for this unit must include at least three forms of evidence.</w:t>
            </w:r>
          </w:p>
          <w:p w14:paraId="4AA0D734" w14:textId="77777777" w:rsidR="002A7C70" w:rsidRDefault="002A7C70" w:rsidP="000E08BD">
            <w:pPr>
              <w:pStyle w:val="SIText"/>
            </w:pPr>
          </w:p>
          <w:p w14:paraId="72FC2BF3" w14:textId="44B40E99" w:rsidR="00F1480E" w:rsidRPr="000E08BD" w:rsidRDefault="00D96D70" w:rsidP="000E08BD">
            <w:pPr>
              <w:pStyle w:val="SIText"/>
            </w:pPr>
            <w:r w:rsidRPr="00680D3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406EC53E" w:rsidR="00F1480E" w:rsidRPr="005404CB" w:rsidRDefault="00803F08" w:rsidP="005404CB">
            <w:pPr>
              <w:pStyle w:val="SIText"/>
            </w:pPr>
            <w:hyperlink r:id="rId12" w:history="1">
              <w:r w:rsidR="00884E55" w:rsidRPr="00884E55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34069" w14:textId="77777777" w:rsidR="008D6F75" w:rsidRDefault="008D6F75" w:rsidP="00BF3F0A">
      <w:r>
        <w:separator/>
      </w:r>
    </w:p>
    <w:p w14:paraId="067ADBD5" w14:textId="77777777" w:rsidR="008D6F75" w:rsidRDefault="008D6F75"/>
  </w:endnote>
  <w:endnote w:type="continuationSeparator" w:id="0">
    <w:p w14:paraId="48B9DF34" w14:textId="77777777" w:rsidR="008D6F75" w:rsidRDefault="008D6F75" w:rsidP="00BF3F0A">
      <w:r>
        <w:continuationSeparator/>
      </w:r>
    </w:p>
    <w:p w14:paraId="1DB4B957" w14:textId="77777777" w:rsidR="008D6F75" w:rsidRDefault="008D6F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AB984" w14:textId="77777777" w:rsidR="008D6F75" w:rsidRDefault="008D6F75" w:rsidP="00BF3F0A">
      <w:r>
        <w:separator/>
      </w:r>
    </w:p>
    <w:p w14:paraId="1ABBCC01" w14:textId="77777777" w:rsidR="008D6F75" w:rsidRDefault="008D6F75"/>
  </w:footnote>
  <w:footnote w:type="continuationSeparator" w:id="0">
    <w:p w14:paraId="31BD8102" w14:textId="77777777" w:rsidR="008D6F75" w:rsidRDefault="008D6F75" w:rsidP="00BF3F0A">
      <w:r>
        <w:continuationSeparator/>
      </w:r>
    </w:p>
    <w:p w14:paraId="4E0AE85E" w14:textId="77777777" w:rsidR="008D6F75" w:rsidRDefault="008D6F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21DF2027" w:rsidR="009C2650" w:rsidRPr="00363291" w:rsidRDefault="00803F08" w:rsidP="00363291">
    <w:sdt>
      <w:sdtPr>
        <w:rPr>
          <w:lang w:eastAsia="en-US"/>
        </w:rPr>
        <w:id w:val="-24811357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81C4C7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63291" w:rsidRPr="00363291">
      <w:rPr>
        <w:lang w:eastAsia="en-US"/>
      </w:rPr>
      <w:t>AMPMGT8</w:t>
    </w:r>
    <w:r w:rsidR="005C0B4E">
      <w:t>X</w:t>
    </w:r>
    <w:r w:rsidR="00FA184B">
      <w:t>12</w:t>
    </w:r>
    <w:r w:rsidR="00363291" w:rsidRPr="00363291">
      <w:rPr>
        <w:lang w:eastAsia="en-US"/>
      </w:rPr>
      <w:t xml:space="preserve"> Manage change to organisational </w:t>
    </w:r>
    <w:r w:rsidR="002A7C70">
      <w:t>digital</w:t>
    </w:r>
    <w:r w:rsidR="002A7C70" w:rsidRPr="00363291">
      <w:rPr>
        <w:lang w:eastAsia="en-US"/>
      </w:rPr>
      <w:t xml:space="preserve"> </w:t>
    </w:r>
    <w:r w:rsidR="00363291" w:rsidRPr="00363291">
      <w:rPr>
        <w:lang w:eastAsia="en-US"/>
      </w:rPr>
      <w:t>technology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A684C"/>
    <w:multiLevelType w:val="multilevel"/>
    <w:tmpl w:val="185865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80E03D4"/>
    <w:multiLevelType w:val="multilevel"/>
    <w:tmpl w:val="2FD432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F15F87"/>
    <w:multiLevelType w:val="multilevel"/>
    <w:tmpl w:val="28E2CA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372673"/>
    <w:multiLevelType w:val="multilevel"/>
    <w:tmpl w:val="7DD039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8F1917"/>
    <w:multiLevelType w:val="multilevel"/>
    <w:tmpl w:val="933000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D72CC5"/>
    <w:multiLevelType w:val="multilevel"/>
    <w:tmpl w:val="7F5EB7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33B1F17"/>
    <w:multiLevelType w:val="multilevel"/>
    <w:tmpl w:val="F064D8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70415716">
    <w:abstractNumId w:val="14"/>
  </w:num>
  <w:num w:numId="2" w16cid:durableId="715081547">
    <w:abstractNumId w:val="7"/>
  </w:num>
  <w:num w:numId="3" w16cid:durableId="1700740773">
    <w:abstractNumId w:val="3"/>
  </w:num>
  <w:num w:numId="4" w16cid:durableId="1704944704">
    <w:abstractNumId w:val="20"/>
  </w:num>
  <w:num w:numId="5" w16cid:durableId="1311905574">
    <w:abstractNumId w:val="1"/>
  </w:num>
  <w:num w:numId="6" w16cid:durableId="2037729913">
    <w:abstractNumId w:val="13"/>
  </w:num>
  <w:num w:numId="7" w16cid:durableId="1004286240">
    <w:abstractNumId w:val="2"/>
  </w:num>
  <w:num w:numId="8" w16cid:durableId="1344896255">
    <w:abstractNumId w:val="0"/>
  </w:num>
  <w:num w:numId="9" w16cid:durableId="1873767301">
    <w:abstractNumId w:val="19"/>
  </w:num>
  <w:num w:numId="10" w16cid:durableId="1797870923">
    <w:abstractNumId w:val="16"/>
  </w:num>
  <w:num w:numId="11" w16cid:durableId="1945067390">
    <w:abstractNumId w:val="18"/>
  </w:num>
  <w:num w:numId="12" w16cid:durableId="1516922420">
    <w:abstractNumId w:val="17"/>
  </w:num>
  <w:num w:numId="13" w16cid:durableId="2032145630">
    <w:abstractNumId w:val="21"/>
  </w:num>
  <w:num w:numId="14" w16cid:durableId="932203944">
    <w:abstractNumId w:val="4"/>
  </w:num>
  <w:num w:numId="15" w16cid:durableId="33040296">
    <w:abstractNumId w:val="6"/>
  </w:num>
  <w:num w:numId="16" w16cid:durableId="1852643739">
    <w:abstractNumId w:val="22"/>
  </w:num>
  <w:num w:numId="17" w16cid:durableId="1096101503">
    <w:abstractNumId w:val="9"/>
  </w:num>
  <w:num w:numId="18" w16cid:durableId="759058828">
    <w:abstractNumId w:val="10"/>
  </w:num>
  <w:num w:numId="19" w16cid:durableId="798111974">
    <w:abstractNumId w:val="11"/>
  </w:num>
  <w:num w:numId="20" w16cid:durableId="2140682438">
    <w:abstractNumId w:val="12"/>
  </w:num>
  <w:num w:numId="21" w16cid:durableId="692921296">
    <w:abstractNumId w:val="8"/>
  </w:num>
  <w:num w:numId="22" w16cid:durableId="2053336615">
    <w:abstractNumId w:val="15"/>
  </w:num>
  <w:num w:numId="23" w16cid:durableId="14283102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08B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7AC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7C70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3291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0632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BFD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1A34"/>
    <w:rsid w:val="00564ADD"/>
    <w:rsid w:val="005708EB"/>
    <w:rsid w:val="00575BC6"/>
    <w:rsid w:val="00583902"/>
    <w:rsid w:val="0059012F"/>
    <w:rsid w:val="005A1D70"/>
    <w:rsid w:val="005A3AA5"/>
    <w:rsid w:val="005A6C9C"/>
    <w:rsid w:val="005A74DC"/>
    <w:rsid w:val="005B5146"/>
    <w:rsid w:val="005C0B4E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63B"/>
    <w:rsid w:val="00633CFE"/>
    <w:rsid w:val="00634FCA"/>
    <w:rsid w:val="00636A0A"/>
    <w:rsid w:val="00643D1B"/>
    <w:rsid w:val="006452B8"/>
    <w:rsid w:val="006475BD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5122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76F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F08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4E55"/>
    <w:rsid w:val="00886790"/>
    <w:rsid w:val="008908DE"/>
    <w:rsid w:val="008A12ED"/>
    <w:rsid w:val="008A39D3"/>
    <w:rsid w:val="008B2C77"/>
    <w:rsid w:val="008B4AD2"/>
    <w:rsid w:val="008B663E"/>
    <w:rsid w:val="008B6A24"/>
    <w:rsid w:val="008B7138"/>
    <w:rsid w:val="008D6F75"/>
    <w:rsid w:val="008E260C"/>
    <w:rsid w:val="008E39BE"/>
    <w:rsid w:val="008E62EC"/>
    <w:rsid w:val="008F32F6"/>
    <w:rsid w:val="008F7494"/>
    <w:rsid w:val="00916CD7"/>
    <w:rsid w:val="00920927"/>
    <w:rsid w:val="00921B38"/>
    <w:rsid w:val="00923720"/>
    <w:rsid w:val="009278C9"/>
    <w:rsid w:val="00932CD7"/>
    <w:rsid w:val="00937DEC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5978"/>
    <w:rsid w:val="00A3639E"/>
    <w:rsid w:val="00A5092E"/>
    <w:rsid w:val="00A54BD8"/>
    <w:rsid w:val="00A554D6"/>
    <w:rsid w:val="00A56E14"/>
    <w:rsid w:val="00A6476B"/>
    <w:rsid w:val="00A76C6C"/>
    <w:rsid w:val="00A87356"/>
    <w:rsid w:val="00A92DD1"/>
    <w:rsid w:val="00AA5338"/>
    <w:rsid w:val="00AA5D02"/>
    <w:rsid w:val="00AA7480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255E"/>
    <w:rsid w:val="00BE5889"/>
    <w:rsid w:val="00BF1D4C"/>
    <w:rsid w:val="00BF3F0A"/>
    <w:rsid w:val="00C04238"/>
    <w:rsid w:val="00C0791A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4197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3644"/>
    <w:rsid w:val="00D71E43"/>
    <w:rsid w:val="00D727F3"/>
    <w:rsid w:val="00D73695"/>
    <w:rsid w:val="00D810DE"/>
    <w:rsid w:val="00D87D32"/>
    <w:rsid w:val="00D91188"/>
    <w:rsid w:val="00D92C83"/>
    <w:rsid w:val="00D96D70"/>
    <w:rsid w:val="00DA0A81"/>
    <w:rsid w:val="00DA3C10"/>
    <w:rsid w:val="00DA53B5"/>
    <w:rsid w:val="00DC1D69"/>
    <w:rsid w:val="00DC5A3A"/>
    <w:rsid w:val="00DC79AF"/>
    <w:rsid w:val="00DD0726"/>
    <w:rsid w:val="00E238E6"/>
    <w:rsid w:val="00E34CD8"/>
    <w:rsid w:val="00E35064"/>
    <w:rsid w:val="00E3681D"/>
    <w:rsid w:val="00E40225"/>
    <w:rsid w:val="00E501F0"/>
    <w:rsid w:val="00E6166D"/>
    <w:rsid w:val="00E73C16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7D1B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9AB"/>
    <w:rsid w:val="00FA184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636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1063153584D43A697D5466DD95D4C" ma:contentTypeVersion="" ma:contentTypeDescription="Create a new document." ma:contentTypeScope="" ma:versionID="b2ff7f7eb979dd2260bbe5fc54a70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d074fc5-4881-4904-900d-cdf408c29254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700C09-B725-4341-85A8-C71108FE3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122</TotalTime>
  <Pages>4</Pages>
  <Words>1171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51</cp:revision>
  <cp:lastPrinted>2016-05-27T05:21:00Z</cp:lastPrinted>
  <dcterms:created xsi:type="dcterms:W3CDTF">2021-08-09T02:15:00Z</dcterms:created>
  <dcterms:modified xsi:type="dcterms:W3CDTF">2022-04-27T06:25:00Z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0x010100EDB1063153584D43A697D5466DD95D4C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4 Leadership/Management</vt:lpwstr>
  </property>
</Properties>
</file>